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2B0A05"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2E98DAB" w:rsidR="00B94694" w:rsidRPr="007177DB" w:rsidRDefault="00155339" w:rsidP="007177DB">
      <w:pPr>
        <w:pStyle w:val="Pis"/>
        <w:rPr>
          <w:i/>
        </w:rPr>
      </w:pPr>
      <w:r w:rsidRPr="00487EC6">
        <w:rPr>
          <w:spacing w:val="0"/>
        </w:rPr>
        <w:br/>
      </w:r>
      <w:r w:rsidR="00B94694" w:rsidRPr="00487EC6">
        <w:rPr>
          <w:spacing w:val="0"/>
        </w:rPr>
        <w:t xml:space="preserve">sõlmisid </w:t>
      </w:r>
      <w:r w:rsidR="00B94694" w:rsidRPr="00F92FD5">
        <w:rPr>
          <w:spacing w:val="0"/>
        </w:rPr>
        <w:t xml:space="preserve">käesoleva </w:t>
      </w:r>
      <w:r w:rsidR="00B40651" w:rsidRPr="00F92FD5">
        <w:rPr>
          <w:spacing w:val="0"/>
        </w:rPr>
        <w:t>töövõtul</w:t>
      </w:r>
      <w:r w:rsidR="00DE11EC" w:rsidRPr="00F92FD5">
        <w:rPr>
          <w:spacing w:val="0"/>
        </w:rPr>
        <w:t xml:space="preserve">epingu, </w:t>
      </w:r>
      <w:r w:rsidR="00B94694" w:rsidRPr="00F92FD5">
        <w:rPr>
          <w:spacing w:val="0"/>
        </w:rPr>
        <w:t xml:space="preserve">edaspidi </w:t>
      </w:r>
      <w:r w:rsidR="000310AC" w:rsidRPr="00F92FD5">
        <w:rPr>
          <w:b/>
          <w:bCs/>
          <w:spacing w:val="0"/>
        </w:rPr>
        <w:t>l</w:t>
      </w:r>
      <w:r w:rsidR="00B94694" w:rsidRPr="00F92FD5">
        <w:rPr>
          <w:b/>
          <w:bCs/>
          <w:spacing w:val="0"/>
        </w:rPr>
        <w:t>eping</w:t>
      </w:r>
      <w:r w:rsidR="00DE11EC" w:rsidRPr="00F92FD5">
        <w:rPr>
          <w:spacing w:val="0"/>
        </w:rPr>
        <w:t xml:space="preserve">, </w:t>
      </w:r>
      <w:r w:rsidR="00305B03" w:rsidRPr="00F92FD5">
        <w:rPr>
          <w:spacing w:val="0"/>
        </w:rPr>
        <w:t>lih</w:t>
      </w:r>
      <w:r w:rsidR="00F92FD5" w:rsidRPr="00F92FD5">
        <w:rPr>
          <w:spacing w:val="0"/>
        </w:rPr>
        <w:t>thanke</w:t>
      </w:r>
      <w:r w:rsidR="00C64EC5">
        <w:rPr>
          <w:spacing w:val="0"/>
        </w:rPr>
        <w:t xml:space="preserve"> nr </w:t>
      </w:r>
      <w:r w:rsidR="00C64EC5" w:rsidRPr="00C64EC5">
        <w:rPr>
          <w:spacing w:val="0"/>
        </w:rPr>
        <w:t>1-47/30694</w:t>
      </w:r>
      <w:r w:rsidR="003265BD" w:rsidRPr="00F92FD5">
        <w:rPr>
          <w:spacing w:val="0"/>
        </w:rPr>
        <w:t xml:space="preserve"> </w:t>
      </w:r>
      <w:r w:rsidR="00BF1C0D" w:rsidRPr="00F92FD5">
        <w:rPr>
          <w:spacing w:val="0"/>
        </w:rPr>
        <w:t>„</w:t>
      </w:r>
      <w:r w:rsidR="00C64EC5" w:rsidRPr="00C64EC5">
        <w:rPr>
          <w:spacing w:val="0"/>
        </w:rPr>
        <w:t>Tartu taimla kasvatusväljakute ehitus</w:t>
      </w:r>
      <w:r w:rsidR="0008439E" w:rsidRPr="00F92FD5">
        <w:rPr>
          <w:spacing w:val="0"/>
        </w:rPr>
        <w:t xml:space="preserve">“ </w:t>
      </w:r>
      <w:r w:rsidR="001950D6" w:rsidRPr="00F92FD5">
        <w:rPr>
          <w:spacing w:val="0"/>
        </w:rPr>
        <w:t>(viitenumber</w:t>
      </w:r>
      <w:r w:rsidR="00F92FD5" w:rsidRPr="00F92FD5">
        <w:rPr>
          <w:spacing w:val="0"/>
        </w:rPr>
        <w:t xml:space="preserve"> </w:t>
      </w:r>
      <w:r w:rsidR="00C64EC5">
        <w:rPr>
          <w:spacing w:val="0"/>
        </w:rPr>
        <w:t>277300</w:t>
      </w:r>
      <w:r w:rsidR="001950D6" w:rsidRPr="00F92FD5">
        <w:rPr>
          <w:spacing w:val="0"/>
        </w:rPr>
        <w:t xml:space="preserve">) tulemusena </w:t>
      </w:r>
      <w:r w:rsidR="00B94694" w:rsidRPr="00F92FD5">
        <w:rPr>
          <w:spacing w:val="0"/>
        </w:rPr>
        <w:t>all</w:t>
      </w:r>
      <w:r w:rsidR="008D247D" w:rsidRPr="00F92FD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3CBBEC69"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A87C75">
        <w:rPr>
          <w:spacing w:val="0"/>
        </w:rPr>
        <w:t>Rõõmu tee 3a</w:t>
      </w:r>
      <w:r w:rsidR="00074E40">
        <w:rPr>
          <w:spacing w:val="0"/>
        </w:rPr>
        <w:t xml:space="preserve">, </w:t>
      </w:r>
      <w:r w:rsidR="00AE4798">
        <w:rPr>
          <w:spacing w:val="0"/>
        </w:rPr>
        <w:t>Tartu linnas</w:t>
      </w:r>
      <w:r w:rsidR="00EB3943">
        <w:rPr>
          <w:spacing w:val="0"/>
        </w:rPr>
        <w:t xml:space="preserve"> (katastritunnus </w:t>
      </w:r>
      <w:r w:rsidR="00A87C75" w:rsidRPr="00A87C75">
        <w:rPr>
          <w:spacing w:val="0"/>
        </w:rPr>
        <w:t>79515:019:0012</w:t>
      </w:r>
      <w:r w:rsidR="00EB3943" w:rsidRPr="00FE57AF">
        <w:rPr>
          <w:spacing w:val="0"/>
        </w:rPr>
        <w:t>)</w:t>
      </w:r>
      <w:r w:rsidR="00DB15A9" w:rsidRPr="00FE57AF">
        <w:rPr>
          <w:spacing w:val="0"/>
        </w:rPr>
        <w:t xml:space="preserve"> </w:t>
      </w:r>
      <w:r w:rsidR="00C002C5" w:rsidRPr="00FE57AF">
        <w:rPr>
          <w:spacing w:val="0"/>
        </w:rPr>
        <w:t xml:space="preserve">asuva </w:t>
      </w:r>
      <w:r w:rsidR="00C505F7">
        <w:rPr>
          <w:spacing w:val="0"/>
        </w:rPr>
        <w:t xml:space="preserve">RMK Tartu taimla kasvatusväljakute </w:t>
      </w:r>
      <w:r w:rsidR="00005C3E" w:rsidRPr="00FE57AF">
        <w:rPr>
          <w:spacing w:val="0"/>
        </w:rPr>
        <w:t>ehitustööde 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340942B5" w14:textId="286D1A4F" w:rsidR="00AB2D73" w:rsidRPr="00124FE4" w:rsidRDefault="0010269D" w:rsidP="00124FE4">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4A7BC1E4" w:rsidR="007A139E" w:rsidRPr="002B0A05" w:rsidRDefault="007A139E" w:rsidP="007A139E">
      <w:pPr>
        <w:pStyle w:val="Loendilik"/>
        <w:numPr>
          <w:ilvl w:val="1"/>
          <w:numId w:val="33"/>
        </w:numPr>
        <w:jc w:val="both"/>
        <w:rPr>
          <w:spacing w:val="0"/>
        </w:rPr>
      </w:pPr>
      <w:r w:rsidRPr="002B0A05">
        <w:rPr>
          <w:spacing w:val="0"/>
        </w:rPr>
        <w:t xml:space="preserve">Töövõtja alustab ehitustööde teostamist pärast </w:t>
      </w:r>
      <w:r w:rsidR="0075774C" w:rsidRPr="002B0A05">
        <w:rPr>
          <w:spacing w:val="0"/>
        </w:rPr>
        <w:t>hanke</w:t>
      </w:r>
      <w:r w:rsidRPr="002B0A05">
        <w:rPr>
          <w:spacing w:val="0"/>
        </w:rPr>
        <w:t>lepingu sõlmimist.</w:t>
      </w:r>
    </w:p>
    <w:p w14:paraId="2FDDBA04" w14:textId="5DFD8F01" w:rsidR="00543444" w:rsidRPr="002B0A05" w:rsidRDefault="00543444" w:rsidP="008627D6">
      <w:pPr>
        <w:pStyle w:val="Loendilik"/>
        <w:numPr>
          <w:ilvl w:val="1"/>
          <w:numId w:val="33"/>
        </w:numPr>
        <w:jc w:val="both"/>
        <w:rPr>
          <w:spacing w:val="0"/>
        </w:rPr>
      </w:pPr>
      <w:r w:rsidRPr="002B0A05">
        <w:rPr>
          <w:spacing w:val="0"/>
        </w:rPr>
        <w:lastRenderedPageBreak/>
        <w:t>Tööüleandmise lõpptäht</w:t>
      </w:r>
      <w:r w:rsidR="00F343EA" w:rsidRPr="002B0A05">
        <w:rPr>
          <w:spacing w:val="0"/>
        </w:rPr>
        <w:t>päev</w:t>
      </w:r>
      <w:r w:rsidRPr="002B0A05">
        <w:rPr>
          <w:spacing w:val="0"/>
        </w:rPr>
        <w:t xml:space="preserve"> on</w:t>
      </w:r>
      <w:r w:rsidR="00676BC1" w:rsidRPr="002B0A05">
        <w:rPr>
          <w:spacing w:val="0"/>
        </w:rPr>
        <w:t xml:space="preserve"> </w:t>
      </w:r>
      <w:r w:rsidRPr="002B0A05">
        <w:rPr>
          <w:spacing w:val="0"/>
        </w:rPr>
        <w:t xml:space="preserve"> </w:t>
      </w:r>
      <w:r w:rsidR="0016472D" w:rsidRPr="002B0A05">
        <w:rPr>
          <w:b/>
          <w:bCs/>
          <w:spacing w:val="0"/>
        </w:rPr>
        <w:t xml:space="preserve">3 </w:t>
      </w:r>
      <w:r w:rsidR="0003280D" w:rsidRPr="002B0A05">
        <w:rPr>
          <w:b/>
          <w:bCs/>
          <w:spacing w:val="0"/>
        </w:rPr>
        <w:t xml:space="preserve">(kolm) </w:t>
      </w:r>
      <w:r w:rsidR="0016472D" w:rsidRPr="002B0A05">
        <w:rPr>
          <w:b/>
          <w:bCs/>
          <w:spacing w:val="0"/>
        </w:rPr>
        <w:t>kuud alates lepingu sõlmimise kuupäevast</w:t>
      </w:r>
      <w:r w:rsidR="0016472D" w:rsidRPr="002B0A05">
        <w:rPr>
          <w:spacing w:val="0"/>
        </w:rPr>
        <w:t xml:space="preserve">. </w:t>
      </w:r>
    </w:p>
    <w:p w14:paraId="60E552AF" w14:textId="3C40AC1F" w:rsidR="007177DB" w:rsidRPr="002B0A05" w:rsidRDefault="007177DB" w:rsidP="008627D6">
      <w:pPr>
        <w:pStyle w:val="Loendilik"/>
        <w:numPr>
          <w:ilvl w:val="1"/>
          <w:numId w:val="33"/>
        </w:numPr>
        <w:jc w:val="both"/>
        <w:rPr>
          <w:spacing w:val="0"/>
        </w:rPr>
      </w:pPr>
      <w:r w:rsidRPr="002B0A05">
        <w:t xml:space="preserve">Lepingu kehtivuse tähtaeg </w:t>
      </w:r>
      <w:r w:rsidRPr="002B0A05">
        <w:rPr>
          <w:spacing w:val="0"/>
        </w:rPr>
        <w:t xml:space="preserve">on  </w:t>
      </w:r>
      <w:r w:rsidR="0003280D" w:rsidRPr="002B0A05">
        <w:rPr>
          <w:spacing w:val="0"/>
        </w:rPr>
        <w:t xml:space="preserve">4 kuud alates lepingu sõlmimisest.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2B0A05"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 xml:space="preserve">oad </w:t>
      </w:r>
      <w:r w:rsidRPr="002B0A05">
        <w:rPr>
          <w:spacing w:val="0"/>
        </w:rPr>
        <w:t>ning tasuda vastavad kulud.</w:t>
      </w:r>
    </w:p>
    <w:p w14:paraId="2BFD39C4" w14:textId="40E5ADF8" w:rsidR="008319DC" w:rsidRPr="002B0A05" w:rsidRDefault="008319DC" w:rsidP="008627D6">
      <w:pPr>
        <w:pStyle w:val="Loendilik"/>
        <w:numPr>
          <w:ilvl w:val="1"/>
          <w:numId w:val="33"/>
        </w:numPr>
        <w:jc w:val="both"/>
        <w:rPr>
          <w:spacing w:val="0"/>
        </w:rPr>
      </w:pPr>
      <w:r w:rsidRPr="002B0A05">
        <w:rPr>
          <w:spacing w:val="0"/>
        </w:rPr>
        <w:t xml:space="preserve">Töötada välja ja kooskõlastada </w:t>
      </w:r>
      <w:r w:rsidR="00BF5FC2" w:rsidRPr="002B0A05">
        <w:rPr>
          <w:spacing w:val="0"/>
        </w:rPr>
        <w:t>t</w:t>
      </w:r>
      <w:r w:rsidRPr="002B0A05">
        <w:rPr>
          <w:spacing w:val="0"/>
        </w:rPr>
        <w:t xml:space="preserve">ellijaga </w:t>
      </w:r>
      <w:r w:rsidR="00BF5FC2" w:rsidRPr="002B0A05">
        <w:rPr>
          <w:spacing w:val="0"/>
        </w:rPr>
        <w:t>t</w:t>
      </w:r>
      <w:r w:rsidRPr="002B0A05">
        <w:rPr>
          <w:spacing w:val="0"/>
        </w:rPr>
        <w:t>öö</w:t>
      </w:r>
      <w:r w:rsidR="0010269D" w:rsidRPr="002B0A05">
        <w:rPr>
          <w:spacing w:val="0"/>
        </w:rPr>
        <w:t xml:space="preserve"> teostamise ajagraafiku hiljemalt 1 </w:t>
      </w:r>
      <w:r w:rsidR="00E2059B" w:rsidRPr="002B0A05">
        <w:rPr>
          <w:spacing w:val="0"/>
        </w:rPr>
        <w:t xml:space="preserve">(ühe) </w:t>
      </w:r>
      <w:r w:rsidR="0010269D" w:rsidRPr="002B0A05">
        <w:rPr>
          <w:spacing w:val="0"/>
        </w:rPr>
        <w:t>kalendrinädala jooksul hankelepingu sõlmimisest</w:t>
      </w:r>
      <w:r w:rsidR="00E2059B" w:rsidRPr="002B0A05">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lastRenderedPageBreak/>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2B0A05"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w:t>
      </w:r>
      <w:r w:rsidRPr="002B0A05">
        <w:rPr>
          <w:spacing w:val="0"/>
        </w:rPr>
        <w:t xml:space="preserve">sõlmides selleks vastavad lepingud vastavate </w:t>
      </w:r>
      <w:r w:rsidR="00110912" w:rsidRPr="002B0A05">
        <w:rPr>
          <w:spacing w:val="0"/>
        </w:rPr>
        <w:t>juriidiliste või füüsiliste isikutega</w:t>
      </w:r>
      <w:r w:rsidRPr="002B0A05">
        <w:rPr>
          <w:spacing w:val="0"/>
        </w:rPr>
        <w:t>.</w:t>
      </w:r>
    </w:p>
    <w:p w14:paraId="2405BC75" w14:textId="77777777" w:rsidR="00543444" w:rsidRPr="002B0A05" w:rsidRDefault="00543444" w:rsidP="008627D6">
      <w:pPr>
        <w:pStyle w:val="Loendilik"/>
        <w:numPr>
          <w:ilvl w:val="1"/>
          <w:numId w:val="33"/>
        </w:numPr>
        <w:jc w:val="both"/>
        <w:rPr>
          <w:spacing w:val="0"/>
        </w:rPr>
      </w:pPr>
      <w:r w:rsidRPr="002B0A05">
        <w:rPr>
          <w:spacing w:val="0"/>
        </w:rPr>
        <w:t>Poolte korralis</w:t>
      </w:r>
      <w:r w:rsidR="0096739E" w:rsidRPr="002B0A05">
        <w:rPr>
          <w:spacing w:val="0"/>
        </w:rPr>
        <w:t>te</w:t>
      </w:r>
      <w:r w:rsidRPr="002B0A05">
        <w:rPr>
          <w:spacing w:val="0"/>
        </w:rPr>
        <w:t xml:space="preserve"> nõupidamis</w:t>
      </w:r>
      <w:r w:rsidR="0096739E" w:rsidRPr="002B0A05">
        <w:rPr>
          <w:spacing w:val="0"/>
        </w:rPr>
        <w:t>te</w:t>
      </w:r>
      <w:r w:rsidRPr="002B0A05">
        <w:rPr>
          <w:spacing w:val="0"/>
        </w:rPr>
        <w:t xml:space="preserve"> </w:t>
      </w:r>
      <w:r w:rsidR="0096739E" w:rsidRPr="002B0A05">
        <w:rPr>
          <w:spacing w:val="0"/>
        </w:rPr>
        <w:t xml:space="preserve">korra lepivad </w:t>
      </w:r>
      <w:r w:rsidR="009B79B9" w:rsidRPr="002B0A05">
        <w:rPr>
          <w:spacing w:val="0"/>
        </w:rPr>
        <w:t>p</w:t>
      </w:r>
      <w:r w:rsidR="0096739E" w:rsidRPr="002B0A05">
        <w:rPr>
          <w:spacing w:val="0"/>
        </w:rPr>
        <w:t>ooled kokku ehitusalgusnõupidamisel</w:t>
      </w:r>
      <w:r w:rsidRPr="002B0A05">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lastRenderedPageBreak/>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3A8DDA56"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9F6588">
        <w:rPr>
          <w:spacing w:val="0"/>
        </w:rPr>
        <w:t>15</w:t>
      </w:r>
      <w:r w:rsidRPr="0098194E">
        <w:rPr>
          <w:spacing w:val="0"/>
        </w:rPr>
        <w:t xml:space="preserve"> (</w:t>
      </w:r>
      <w:r w:rsidR="009F6588">
        <w:rPr>
          <w:spacing w:val="0"/>
        </w:rPr>
        <w:t>viisteist</w:t>
      </w:r>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3FB26BB6"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747110">
        <w:rPr>
          <w:spacing w:val="0"/>
        </w:rPr>
        <w:t>(projektijuht)</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Pr="00023C5A"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2B0A05"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2B0A05"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2B0A05"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7106BB">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69CAC" w14:textId="77777777" w:rsidR="007106BB" w:rsidRDefault="007106BB">
      <w:r>
        <w:separator/>
      </w:r>
    </w:p>
  </w:endnote>
  <w:endnote w:type="continuationSeparator" w:id="0">
    <w:p w14:paraId="3CA7AC1B" w14:textId="77777777" w:rsidR="007106BB" w:rsidRDefault="007106BB">
      <w:r>
        <w:continuationSeparator/>
      </w:r>
    </w:p>
  </w:endnote>
  <w:endnote w:type="continuationNotice" w:id="1">
    <w:p w14:paraId="31787D00" w14:textId="77777777" w:rsidR="007106BB" w:rsidRDefault="00710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E085C" w14:textId="77777777" w:rsidR="007106BB" w:rsidRDefault="007106BB">
      <w:r>
        <w:separator/>
      </w:r>
    </w:p>
  </w:footnote>
  <w:footnote w:type="continuationSeparator" w:id="0">
    <w:p w14:paraId="5A4CAAD6" w14:textId="77777777" w:rsidR="007106BB" w:rsidRDefault="007106BB">
      <w:r>
        <w:continuationSeparator/>
      </w:r>
    </w:p>
  </w:footnote>
  <w:footnote w:type="continuationNotice" w:id="1">
    <w:p w14:paraId="7C34F159" w14:textId="77777777" w:rsidR="007106BB" w:rsidRDefault="00710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A2029EF" w:rsidR="0020776E" w:rsidRDefault="0020776E">
    <w:pPr>
      <w:pStyle w:val="Pis"/>
      <w:rPr>
        <w:b/>
      </w:rPr>
    </w:pPr>
    <w:r w:rsidRPr="00E70F10">
      <w:rPr>
        <w:b/>
      </w:rPr>
      <w:t>HANKELEPINGU VORM</w:t>
    </w:r>
    <w:r>
      <w:rPr>
        <w:b/>
      </w:rPr>
      <w:tab/>
    </w:r>
    <w:r>
      <w:rPr>
        <w:b/>
      </w:rPr>
      <w:tab/>
      <w:t xml:space="preserve">Hankedokumentide lisa </w:t>
    </w:r>
    <w:r w:rsidR="00943F0D">
      <w:rPr>
        <w:b/>
      </w:rPr>
      <w:t>2</w:t>
    </w:r>
  </w:p>
  <w:p w14:paraId="2EF08641" w14:textId="0145B74F" w:rsidR="0020776E" w:rsidRPr="00E70F10" w:rsidRDefault="00FF48B3" w:rsidP="00FF48B3">
    <w:pPr>
      <w:pStyle w:val="Pis"/>
      <w:rPr>
        <w:b/>
      </w:rPr>
    </w:pPr>
    <w:r w:rsidRPr="00FF48B3">
      <w:rPr>
        <w:i/>
      </w:rPr>
      <w:t>Tartu taimla kasvatusväljakute ehitus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3280D"/>
    <w:rsid w:val="00044305"/>
    <w:rsid w:val="000470C0"/>
    <w:rsid w:val="000521CE"/>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C4DCC"/>
    <w:rsid w:val="000D2592"/>
    <w:rsid w:val="000E56FF"/>
    <w:rsid w:val="001023BF"/>
    <w:rsid w:val="0010269D"/>
    <w:rsid w:val="00107404"/>
    <w:rsid w:val="00110912"/>
    <w:rsid w:val="001170EF"/>
    <w:rsid w:val="0012408E"/>
    <w:rsid w:val="00124FE4"/>
    <w:rsid w:val="0013298D"/>
    <w:rsid w:val="00134E00"/>
    <w:rsid w:val="001515C2"/>
    <w:rsid w:val="00155339"/>
    <w:rsid w:val="00156025"/>
    <w:rsid w:val="00161B84"/>
    <w:rsid w:val="00163037"/>
    <w:rsid w:val="00164587"/>
    <w:rsid w:val="0016472D"/>
    <w:rsid w:val="0017064E"/>
    <w:rsid w:val="0017504A"/>
    <w:rsid w:val="001950D6"/>
    <w:rsid w:val="001A318D"/>
    <w:rsid w:val="001A375B"/>
    <w:rsid w:val="001A7DC6"/>
    <w:rsid w:val="001B0DD7"/>
    <w:rsid w:val="001B3B92"/>
    <w:rsid w:val="001C248E"/>
    <w:rsid w:val="001D7643"/>
    <w:rsid w:val="001E0346"/>
    <w:rsid w:val="001E1A21"/>
    <w:rsid w:val="001E45E2"/>
    <w:rsid w:val="001F116C"/>
    <w:rsid w:val="001F694C"/>
    <w:rsid w:val="0020776E"/>
    <w:rsid w:val="002171BB"/>
    <w:rsid w:val="00226B87"/>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0A05"/>
    <w:rsid w:val="002B22F7"/>
    <w:rsid w:val="002B4335"/>
    <w:rsid w:val="002B5483"/>
    <w:rsid w:val="002C397D"/>
    <w:rsid w:val="002D11D2"/>
    <w:rsid w:val="002D53B8"/>
    <w:rsid w:val="002E19B4"/>
    <w:rsid w:val="002E2CD0"/>
    <w:rsid w:val="002E4109"/>
    <w:rsid w:val="002E558B"/>
    <w:rsid w:val="002F2B06"/>
    <w:rsid w:val="00305B03"/>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F68D6"/>
    <w:rsid w:val="0040040D"/>
    <w:rsid w:val="00407EB4"/>
    <w:rsid w:val="00413C7B"/>
    <w:rsid w:val="0042344D"/>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24"/>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3A33"/>
    <w:rsid w:val="005A4444"/>
    <w:rsid w:val="005A5F0E"/>
    <w:rsid w:val="005B2378"/>
    <w:rsid w:val="005B6CCC"/>
    <w:rsid w:val="005B7BA9"/>
    <w:rsid w:val="005C0D61"/>
    <w:rsid w:val="005C164A"/>
    <w:rsid w:val="005D4A5A"/>
    <w:rsid w:val="005D75BC"/>
    <w:rsid w:val="005E2123"/>
    <w:rsid w:val="005F0DD5"/>
    <w:rsid w:val="005F32F1"/>
    <w:rsid w:val="0060140E"/>
    <w:rsid w:val="006034AC"/>
    <w:rsid w:val="00604556"/>
    <w:rsid w:val="00605DC9"/>
    <w:rsid w:val="00610B3B"/>
    <w:rsid w:val="0061652F"/>
    <w:rsid w:val="006302B5"/>
    <w:rsid w:val="00641EBD"/>
    <w:rsid w:val="00644182"/>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D2CFA"/>
    <w:rsid w:val="006D5CD2"/>
    <w:rsid w:val="006D6E2C"/>
    <w:rsid w:val="006E25A9"/>
    <w:rsid w:val="006E493A"/>
    <w:rsid w:val="006F36C4"/>
    <w:rsid w:val="00701A6A"/>
    <w:rsid w:val="007106BB"/>
    <w:rsid w:val="00713428"/>
    <w:rsid w:val="007177DB"/>
    <w:rsid w:val="00727DC2"/>
    <w:rsid w:val="00740B81"/>
    <w:rsid w:val="00742BF5"/>
    <w:rsid w:val="00747110"/>
    <w:rsid w:val="00747DAF"/>
    <w:rsid w:val="0075774C"/>
    <w:rsid w:val="00764277"/>
    <w:rsid w:val="007660CE"/>
    <w:rsid w:val="007741C1"/>
    <w:rsid w:val="00780F2A"/>
    <w:rsid w:val="00790220"/>
    <w:rsid w:val="0079313F"/>
    <w:rsid w:val="007A139E"/>
    <w:rsid w:val="007A27FD"/>
    <w:rsid w:val="007A2FCE"/>
    <w:rsid w:val="007A541D"/>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917C5"/>
    <w:rsid w:val="008A06E7"/>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0A6D"/>
    <w:rsid w:val="009311E2"/>
    <w:rsid w:val="009325FD"/>
    <w:rsid w:val="00933BFC"/>
    <w:rsid w:val="00943F0D"/>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431"/>
    <w:rsid w:val="009C4B94"/>
    <w:rsid w:val="009C4ED0"/>
    <w:rsid w:val="009C6496"/>
    <w:rsid w:val="009D13A8"/>
    <w:rsid w:val="009D178B"/>
    <w:rsid w:val="009D2603"/>
    <w:rsid w:val="009D52DB"/>
    <w:rsid w:val="009D7ADD"/>
    <w:rsid w:val="009E02CA"/>
    <w:rsid w:val="009E4BBE"/>
    <w:rsid w:val="009F1A41"/>
    <w:rsid w:val="009F2DAB"/>
    <w:rsid w:val="009F47F3"/>
    <w:rsid w:val="009F4BB2"/>
    <w:rsid w:val="009F6588"/>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74D30"/>
    <w:rsid w:val="00A834E8"/>
    <w:rsid w:val="00A87C75"/>
    <w:rsid w:val="00A95CB9"/>
    <w:rsid w:val="00A9606E"/>
    <w:rsid w:val="00AB2D73"/>
    <w:rsid w:val="00AC4F61"/>
    <w:rsid w:val="00AC5E3D"/>
    <w:rsid w:val="00AE33F4"/>
    <w:rsid w:val="00AE4798"/>
    <w:rsid w:val="00AE4FB5"/>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05F7"/>
    <w:rsid w:val="00C54E68"/>
    <w:rsid w:val="00C557C3"/>
    <w:rsid w:val="00C64EC5"/>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2FD5"/>
    <w:rsid w:val="00F962AD"/>
    <w:rsid w:val="00FA65E6"/>
    <w:rsid w:val="00FA6E84"/>
    <w:rsid w:val="00FB6760"/>
    <w:rsid w:val="00FC552E"/>
    <w:rsid w:val="00FC58D8"/>
    <w:rsid w:val="00FD13E9"/>
    <w:rsid w:val="00FE05CF"/>
    <w:rsid w:val="00FE57AF"/>
    <w:rsid w:val="00FE6F60"/>
    <w:rsid w:val="00FF2E0D"/>
    <w:rsid w:val="00FF48B3"/>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 w:type="character" w:styleId="Kohatitetekst">
    <w:name w:val="Placeholder Text"/>
    <w:basedOn w:val="Liguvaikefont"/>
    <w:uiPriority w:val="99"/>
    <w:semiHidden/>
    <w:rsid w:val="000C4D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436823"/>
    <w:rsid w:val="00515950"/>
    <w:rsid w:val="00552B6F"/>
    <w:rsid w:val="007A2383"/>
    <w:rsid w:val="007F5529"/>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28</TotalTime>
  <Pages>8</Pages>
  <Words>3116</Words>
  <Characters>24229</Characters>
  <Application>Microsoft Office Word</Application>
  <DocSecurity>0</DocSecurity>
  <Lines>201</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12</cp:revision>
  <cp:lastPrinted>2012-01-19T11:15:00Z</cp:lastPrinted>
  <dcterms:created xsi:type="dcterms:W3CDTF">2024-04-02T06:10:00Z</dcterms:created>
  <dcterms:modified xsi:type="dcterms:W3CDTF">2024-04-03T10:51:00Z</dcterms:modified>
</cp:coreProperties>
</file>